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DED" w:rsidRDefault="001B6DED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Когда прекращается выплата на ребенка</w:t>
      </w:r>
    </w:p>
    <w:p w:rsidR="001B6DED" w:rsidRDefault="001B6DED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6DED" w:rsidRDefault="001B6DED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Нуждающимся семьям, в которых с 2018 года родился или усыновлен второй ребенок, Пенсионный фонд из средств материнского капитала ежемесячно на протяжении полутора лет осуществляет выплату в размере прожиточного минимума ребенка в регионе проживания семьи.</w:t>
      </w:r>
    </w:p>
    <w:p w:rsidR="001B6DED" w:rsidRDefault="001B6DED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Подать заявление о назначении ежемесячной выплаты можно в любое время в течение полутора лет со дня рождения ребенка. Ежемесячная выплата осуществляется в течение полутора лет со дня рождения ребенка, однако первый выплатной период рассчитан на год. После этого необходимо подать новое заявление на ее назначение.</w:t>
      </w:r>
    </w:p>
    <w:p w:rsidR="001B6DED" w:rsidRDefault="001B6DED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Осуществление ежемесячной выплаты прекращается:</w:t>
      </w:r>
    </w:p>
    <w:p w:rsidR="001B6DED" w:rsidRDefault="001B6DED">
      <w:pPr>
        <w:numPr>
          <w:ilvl w:val="0"/>
          <w:numId w:val="1"/>
        </w:numPr>
        <w:shd w:val="clear" w:color="auto" w:fill="FFFFFF"/>
        <w:spacing w:beforeAutospacing="1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 достижении ребенком возраста полутра лет;</w:t>
      </w:r>
    </w:p>
    <w:p w:rsidR="001B6DED" w:rsidRDefault="001B6DED">
      <w:pPr>
        <w:numPr>
          <w:ilvl w:val="0"/>
          <w:numId w:val="1"/>
        </w:numPr>
        <w:shd w:val="clear" w:color="auto" w:fill="FFFFFF"/>
        <w:spacing w:beforeAutospacing="1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случае переезда гражданина, получающего указанную выплату,</w:t>
      </w:r>
    </w:p>
    <w:p w:rsidR="001B6DED" w:rsidRDefault="001B6DED">
      <w:pPr>
        <w:numPr>
          <w:ilvl w:val="0"/>
          <w:numId w:val="1"/>
        </w:numPr>
        <w:shd w:val="clear" w:color="auto" w:fill="FFFFFF"/>
        <w:spacing w:beforeAutospacing="1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случае отказа от получения указанной выплаты;</w:t>
      </w:r>
    </w:p>
    <w:p w:rsidR="001B6DED" w:rsidRDefault="001B6DED">
      <w:pPr>
        <w:numPr>
          <w:ilvl w:val="0"/>
          <w:numId w:val="1"/>
        </w:numPr>
        <w:shd w:val="clear" w:color="auto" w:fill="FFFFFF"/>
        <w:spacing w:beforeAutospacing="1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случае смерти ребенка, с рождением (усыновлением) которого возникло право на получение указанной выплаты;</w:t>
      </w:r>
    </w:p>
    <w:p w:rsidR="001B6DED" w:rsidRDefault="001B6DED">
      <w:pPr>
        <w:numPr>
          <w:ilvl w:val="0"/>
          <w:numId w:val="1"/>
        </w:numPr>
        <w:shd w:val="clear" w:color="auto" w:fill="FFFFFF"/>
        <w:spacing w:beforeAutospacing="1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случае смерти гражданина, получающего выплату, объявления его умершим или признания его безвестно отсутствующим, лишения его родительских прав;</w:t>
      </w:r>
    </w:p>
    <w:p w:rsidR="001B6DED" w:rsidRDefault="001B6DED">
      <w:pPr>
        <w:numPr>
          <w:ilvl w:val="0"/>
          <w:numId w:val="1"/>
        </w:numPr>
        <w:shd w:val="clear" w:color="auto" w:fill="FFFFFF"/>
        <w:spacing w:beforeAutospacing="1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случае использования средств материнского (семейного) капитала в полном объеме.</w:t>
      </w:r>
    </w:p>
    <w:p w:rsidR="001B6DED" w:rsidRDefault="001B6DED">
      <w:pPr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Размер выплаты тоже зависит от региона – он равен прожиточному минимуму для детей, который установлен в субъекте РФ за второй квартал предшествующего года.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Выплаты для жителей Ленинградской области в 2019году составляет 9 680 рублей.</w:t>
      </w:r>
    </w:p>
    <w:p w:rsidR="001B6DED" w:rsidRDefault="001B6DED">
      <w:pPr>
        <w:spacing w:after="24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1B6DED" w:rsidRDefault="001B6DED">
      <w:pPr>
        <w:spacing w:after="240" w:line="240" w:lineRule="auto"/>
        <w:jc w:val="both"/>
        <w:textAlignment w:val="baseline"/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Начальник отдела выплаты пенсий и социальных выплат      С.В. Иванова</w:t>
      </w:r>
    </w:p>
    <w:p w:rsidR="001B6DED" w:rsidRDefault="001B6DED">
      <w:pPr>
        <w:shd w:val="clear" w:color="auto" w:fill="FFFFFF"/>
        <w:spacing w:line="24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1B6DED" w:rsidRDefault="001B6DED"/>
    <w:sectPr w:rsidR="001B6DED" w:rsidSect="00507EFF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2167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0D74A1"/>
    <w:multiLevelType w:val="multilevel"/>
    <w:tmpl w:val="FFFFFFFF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7EFF"/>
    <w:rsid w:val="001B6DED"/>
    <w:rsid w:val="00507EFF"/>
    <w:rsid w:val="009453AC"/>
    <w:rsid w:val="00C8021F"/>
    <w:rsid w:val="00F83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EFF"/>
    <w:pPr>
      <w:suppressAutoHyphens/>
      <w:spacing w:after="160" w:line="259" w:lineRule="auto"/>
    </w:pPr>
    <w:rPr>
      <w:lang w:eastAsia="en-US"/>
    </w:rPr>
  </w:style>
  <w:style w:type="paragraph" w:styleId="Heading1">
    <w:name w:val="heading 1"/>
    <w:basedOn w:val="Normal"/>
    <w:link w:val="Heading1Char1"/>
    <w:uiPriority w:val="99"/>
    <w:qFormat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048E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1Char1">
    <w:name w:val="Heading 1 Char1"/>
    <w:basedOn w:val="DefaultParagraphFont"/>
    <w:link w:val="Heading1"/>
    <w:uiPriority w:val="99"/>
    <w:locked/>
    <w:rPr>
      <w:rFonts w:ascii="Times New Roman" w:hAnsi="Times New Roman" w:cs="Times New Roman"/>
      <w:b/>
      <w:bCs/>
      <w:sz w:val="48"/>
      <w:szCs w:val="48"/>
      <w:lang w:eastAsia="ru-RU"/>
    </w:rPr>
  </w:style>
  <w:style w:type="paragraph" w:customStyle="1" w:styleId="a">
    <w:name w:val="Заголовок"/>
    <w:basedOn w:val="Normal"/>
    <w:next w:val="BodyText"/>
    <w:uiPriority w:val="99"/>
    <w:rsid w:val="00507EFF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07EFF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5048E"/>
    <w:rPr>
      <w:lang w:eastAsia="en-US"/>
    </w:rPr>
  </w:style>
  <w:style w:type="paragraph" w:styleId="List">
    <w:name w:val="List"/>
    <w:basedOn w:val="BodyText"/>
    <w:uiPriority w:val="99"/>
    <w:rsid w:val="00507EFF"/>
  </w:style>
  <w:style w:type="paragraph" w:styleId="Title">
    <w:name w:val="Title"/>
    <w:basedOn w:val="Normal"/>
    <w:link w:val="TitleChar"/>
    <w:uiPriority w:val="99"/>
    <w:qFormat/>
    <w:rsid w:val="00507EFF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A5048E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pPr>
      <w:ind w:left="220" w:hanging="220"/>
    </w:pPr>
  </w:style>
  <w:style w:type="paragraph" w:styleId="IndexHeading">
    <w:name w:val="index heading"/>
    <w:basedOn w:val="Normal"/>
    <w:uiPriority w:val="99"/>
    <w:semiHidden/>
    <w:rsid w:val="00507EFF"/>
    <w:pPr>
      <w:suppressLineNumbers/>
    </w:pPr>
  </w:style>
  <w:style w:type="paragraph" w:styleId="NormalWeb">
    <w:name w:val="Normal (Web)"/>
    <w:basedOn w:val="Normal"/>
    <w:uiPriority w:val="99"/>
    <w:semiHidden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217</Words>
  <Characters>1238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Когда прекращается выплата на ребенка</dc:title>
  <dc:subject/>
  <dc:creator>Андрей Иванов</dc:creator>
  <cp:keywords/>
  <dc:description/>
  <cp:lastModifiedBy>057052-00007</cp:lastModifiedBy>
  <cp:revision>2</cp:revision>
  <cp:lastPrinted>2019-03-04T08:33:00Z</cp:lastPrinted>
  <dcterms:created xsi:type="dcterms:W3CDTF">2019-03-19T11:20:00Z</dcterms:created>
  <dcterms:modified xsi:type="dcterms:W3CDTF">2019-03-19T11:20:00Z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